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AC5089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AC5089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C5089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C817C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CARÁ</w:t>
                                  </w:r>
                                  <w:r w:rsidR="00F61E1C"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C817C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CARÁ</w:t>
                            </w:r>
                            <w:r w:rsidR="00F61E1C"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AC5089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AC5089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AC5089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AC5089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C817CC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AC5089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C5089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AC5089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B9651D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782CB9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91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AC5089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517CC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517CCC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AC5089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782CB9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782CB9">
              <w:rPr>
                <w:rFonts w:ascii="Arial" w:hAnsi="Arial"/>
                <w:sz w:val="20"/>
              </w:rPr>
              <w:t>1339/17</w:t>
            </w:r>
          </w:p>
        </w:tc>
      </w:tr>
      <w:tr w:rsidR="00F61E1C" w:rsidTr="00AC5089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C5089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C5089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AC5089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782CB9" w:rsidP="00517CC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SERVICIOS</w:t>
            </w:r>
          </w:p>
        </w:tc>
      </w:tr>
      <w:tr w:rsidR="00F61E1C" w:rsidTr="00AC5089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C5089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AC5089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782CB9" w:rsidRPr="00F904FB" w:rsidRDefault="00782CB9" w:rsidP="00C817CC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CONTRATACIÓN DE SERVICIO DE ACCESO A BASE DE DATOS COMERCIALES PARA LA SECRETARÍA DE POLITICA CRIMINAL, COORDINACIÓN FISCAL E INSTRUCCIÓN PENAL DE LA PROCURACIÓN GENERAL </w:t>
            </w:r>
          </w:p>
        </w:tc>
      </w:tr>
      <w:tr w:rsidR="00F61E1C" w:rsidTr="00AC5089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C5089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C50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C5089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AC5089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</w:t>
            </w:r>
            <w:r w:rsidR="00C817CC">
              <w:rPr>
                <w:rFonts w:ascii="Arial" w:hAnsi="Arial"/>
                <w:sz w:val="16"/>
              </w:rPr>
              <w:t>0 N° 889/91 1° PISO, LA PLATA, Á</w:t>
            </w:r>
            <w:r>
              <w:rPr>
                <w:rFonts w:ascii="Arial" w:hAnsi="Arial"/>
                <w:sz w:val="16"/>
              </w:rPr>
              <w:t>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  <w:r w:rsidR="00C817CC">
              <w:rPr>
                <w:rFonts w:ascii="Arial" w:hAnsi="Arial"/>
                <w:sz w:val="16"/>
              </w:rPr>
              <w:t xml:space="preserve"> Y SUMINISTROS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500A46" w:rsidP="00762E3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19 DE OCTUBRE DE 2017 A LAS 10:00 HS.</w:t>
            </w:r>
          </w:p>
        </w:tc>
      </w:tr>
      <w:tr w:rsidR="00F61E1C" w:rsidTr="00AC5089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C5089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C5089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AC5089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AC5089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C5089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C5089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C5089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AC5089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</w:t>
            </w:r>
            <w:r w:rsidR="00C817CC">
              <w:rPr>
                <w:rFonts w:ascii="Arial" w:hAnsi="Arial"/>
                <w:sz w:val="16"/>
              </w:rPr>
              <w:t xml:space="preserve"> SALA DE LICITACIONES PROCURACIÓ</w:t>
            </w:r>
            <w:r>
              <w:rPr>
                <w:rFonts w:ascii="Arial" w:hAnsi="Arial"/>
                <w:sz w:val="16"/>
              </w:rPr>
              <w:t>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500A46" w:rsidP="0093698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19 DE OCTUBRE DE 2017 A LAS 10:00 HS.</w:t>
            </w:r>
            <w:bookmarkStart w:id="0" w:name="_GoBack"/>
            <w:bookmarkEnd w:id="0"/>
          </w:p>
        </w:tc>
      </w:tr>
      <w:tr w:rsidR="00F61E1C" w:rsidTr="00AC5089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C5089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C5089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C5089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C5089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C5089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AC5089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AC5089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AC5089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517CC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517CCC">
              <w:rPr>
                <w:rFonts w:ascii="Arial" w:hAnsi="Arial"/>
                <w:b/>
                <w:sz w:val="20"/>
              </w:rPr>
              <w:t>Prestación del Servicio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AC5089" w:rsidRDefault="00AC5089" w:rsidP="00517CCC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216F3A" w:rsidP="00517CC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DE ACUERDO CON EL PUNTO 1</w:t>
            </w:r>
            <w:r w:rsidR="00AC5089">
              <w:rPr>
                <w:rFonts w:ascii="Arial" w:eastAsia="Arial Unicode MS" w:hAnsi="Arial"/>
                <w:sz w:val="16"/>
              </w:rPr>
              <w:t>2</w:t>
            </w:r>
            <w:r w:rsidR="00F8633D"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AC5089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C5089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C5089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C5089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C5089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AC5089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F6F"/>
    <w:rsid w:val="00013F77"/>
    <w:rsid w:val="00056B84"/>
    <w:rsid w:val="000C69EC"/>
    <w:rsid w:val="000E6C76"/>
    <w:rsid w:val="00156B2E"/>
    <w:rsid w:val="001B31E7"/>
    <w:rsid w:val="00216F3A"/>
    <w:rsid w:val="00265235"/>
    <w:rsid w:val="00267653"/>
    <w:rsid w:val="00286049"/>
    <w:rsid w:val="002F7414"/>
    <w:rsid w:val="003C016C"/>
    <w:rsid w:val="0041175C"/>
    <w:rsid w:val="00500A46"/>
    <w:rsid w:val="00517CCC"/>
    <w:rsid w:val="00556E29"/>
    <w:rsid w:val="005B7EAA"/>
    <w:rsid w:val="005F608F"/>
    <w:rsid w:val="00636C04"/>
    <w:rsid w:val="00657964"/>
    <w:rsid w:val="00681312"/>
    <w:rsid w:val="007014EC"/>
    <w:rsid w:val="00762E31"/>
    <w:rsid w:val="00782CB9"/>
    <w:rsid w:val="007A53B5"/>
    <w:rsid w:val="008600C7"/>
    <w:rsid w:val="008B029F"/>
    <w:rsid w:val="008B7A74"/>
    <w:rsid w:val="009357A7"/>
    <w:rsid w:val="00936987"/>
    <w:rsid w:val="009D3095"/>
    <w:rsid w:val="00A30E65"/>
    <w:rsid w:val="00A720E0"/>
    <w:rsid w:val="00AC5089"/>
    <w:rsid w:val="00B9651D"/>
    <w:rsid w:val="00BC0F4E"/>
    <w:rsid w:val="00BE5E06"/>
    <w:rsid w:val="00C116BD"/>
    <w:rsid w:val="00C817CC"/>
    <w:rsid w:val="00C939D8"/>
    <w:rsid w:val="00CF2A54"/>
    <w:rsid w:val="00D41F35"/>
    <w:rsid w:val="00D77E53"/>
    <w:rsid w:val="00D94915"/>
    <w:rsid w:val="00DA033A"/>
    <w:rsid w:val="00DE17A1"/>
    <w:rsid w:val="00DE5FF4"/>
    <w:rsid w:val="00E30514"/>
    <w:rsid w:val="00EE6BC8"/>
    <w:rsid w:val="00EE6C53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406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49</cp:revision>
  <cp:lastPrinted>2017-08-24T16:40:00Z</cp:lastPrinted>
  <dcterms:created xsi:type="dcterms:W3CDTF">2017-03-13T12:28:00Z</dcterms:created>
  <dcterms:modified xsi:type="dcterms:W3CDTF">2017-10-04T11:51:00Z</dcterms:modified>
</cp:coreProperties>
</file>