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401"/>
        <w:gridCol w:w="411"/>
        <w:gridCol w:w="1139"/>
        <w:gridCol w:w="557"/>
      </w:tblGrid>
      <w:tr w:rsidR="00F61E1C" w:rsidTr="00EA003A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0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1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EA003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EA003A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EA003A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EA003A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EA003A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EA003A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EA003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EA003A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EA003A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DF27C5" w:rsidP="00EA003A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6</w:t>
            </w:r>
            <w:r w:rsidR="00EA003A">
              <w:rPr>
                <w:rFonts w:ascii="Arial" w:eastAsia="Arial Unicode MS" w:hAnsi="Arial"/>
                <w:b/>
                <w:sz w:val="20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EA003A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EA49D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EA49DD">
              <w:rPr>
                <w:rFonts w:ascii="Arial" w:hAnsi="Arial"/>
                <w:sz w:val="20"/>
              </w:rPr>
              <w:t>CERRADA</w:t>
            </w:r>
          </w:p>
        </w:tc>
      </w:tr>
      <w:tr w:rsidR="00F61E1C" w:rsidTr="00EA003A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EA003A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9C291F">
              <w:rPr>
                <w:rFonts w:ascii="Arial" w:hAnsi="Arial"/>
                <w:sz w:val="20"/>
              </w:rPr>
              <w:t>1457/14</w:t>
            </w:r>
          </w:p>
        </w:tc>
      </w:tr>
      <w:tr w:rsidR="00F61E1C" w:rsidTr="00EA003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EA003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EA003A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EA003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EA003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EA003A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519F1">
            <w:pPr>
              <w:jc w:val="both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EA003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67653" w:rsidP="00EA003A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PROVISION  DE </w:t>
            </w:r>
            <w:r w:rsidR="00C939D8">
              <w:rPr>
                <w:rFonts w:ascii="Arial" w:hAnsi="Arial"/>
                <w:sz w:val="16"/>
              </w:rPr>
              <w:t xml:space="preserve">MATERIALES Y MANO DE OBRA PARA </w:t>
            </w:r>
            <w:r w:rsidR="00EA003A">
              <w:rPr>
                <w:rFonts w:ascii="Arial" w:hAnsi="Arial"/>
                <w:sz w:val="16"/>
              </w:rPr>
              <w:t xml:space="preserve">REALIZACION DE OBRA CIVIL PARA LA CONSTRUCCION DE UNA CAMARA SUBTERRANEA PARA CENTRO DE TRANSFORMACION DE ENERGIA ELECTRICA EN CALLE GARIBALDI N°9 DE SAN NICOLAS </w:t>
            </w:r>
          </w:p>
        </w:tc>
      </w:tr>
      <w:tr w:rsidR="000C69EC" w:rsidTr="00EA003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EA003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EA003A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E30514" w:rsidRPr="00F904FB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A003A">
              <w:rPr>
                <w:rFonts w:ascii="Arial" w:hAnsi="Arial" w:cs="Arial"/>
                <w:sz w:val="26"/>
                <w:szCs w:val="26"/>
              </w:rPr>
              <w:t>1.250.000,00</w:t>
            </w:r>
            <w:r w:rsidR="00105C8C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  <w:tr w:rsidR="00F61E1C" w:rsidTr="00EA003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EA003A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EA003A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EA003A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EA003A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4F2BD1" w:rsidP="00A137B3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3C5687">
              <w:rPr>
                <w:rFonts w:ascii="Arial" w:eastAsia="Arial Unicode MS" w:hAnsi="Arial"/>
                <w:sz w:val="18"/>
              </w:rPr>
              <w:t>15</w:t>
            </w:r>
            <w:r w:rsidR="00A137B3">
              <w:rPr>
                <w:rFonts w:ascii="Arial" w:eastAsia="Arial Unicode MS" w:hAnsi="Arial"/>
                <w:sz w:val="18"/>
              </w:rPr>
              <w:t xml:space="preserve"> de agosto de 2017 a las 10:00 </w:t>
            </w:r>
            <w:proofErr w:type="spellStart"/>
            <w:r w:rsidR="00A137B3"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EA003A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EA003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EA003A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EA003A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EA003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EA003A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EA003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EA003A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EA003A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3C5687" w:rsidP="00EA003A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Plata, 15</w:t>
            </w:r>
            <w:bookmarkStart w:id="0" w:name="_GoBack"/>
            <w:bookmarkEnd w:id="0"/>
            <w:r w:rsidR="00A137B3">
              <w:rPr>
                <w:rFonts w:ascii="Arial" w:eastAsia="Arial Unicode MS" w:hAnsi="Arial"/>
                <w:sz w:val="18"/>
              </w:rPr>
              <w:t xml:space="preserve"> de agosto de 2017 a las 10:00 hs.</w:t>
            </w:r>
          </w:p>
        </w:tc>
      </w:tr>
      <w:tr w:rsidR="00F61E1C" w:rsidTr="00EA003A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EA003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EA003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EA003A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EA003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EA003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EA003A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EA003A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EA003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CD2928">
            <w:pPr>
              <w:jc w:val="both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EA003A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EA003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EA003A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EA003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41175C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EA003A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EA003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EA003A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EA003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EA003A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A0FF1"/>
    <w:rsid w:val="000C69EC"/>
    <w:rsid w:val="000E6C76"/>
    <w:rsid w:val="00105C8C"/>
    <w:rsid w:val="001151A2"/>
    <w:rsid w:val="00156B2E"/>
    <w:rsid w:val="00172D19"/>
    <w:rsid w:val="001B31E7"/>
    <w:rsid w:val="002525B1"/>
    <w:rsid w:val="00265235"/>
    <w:rsid w:val="00267653"/>
    <w:rsid w:val="00286049"/>
    <w:rsid w:val="00296B32"/>
    <w:rsid w:val="00396703"/>
    <w:rsid w:val="003C016C"/>
    <w:rsid w:val="003C5687"/>
    <w:rsid w:val="003D2A34"/>
    <w:rsid w:val="0041175C"/>
    <w:rsid w:val="00443736"/>
    <w:rsid w:val="004768D4"/>
    <w:rsid w:val="004F2BD1"/>
    <w:rsid w:val="005B7EAA"/>
    <w:rsid w:val="005D289E"/>
    <w:rsid w:val="00636C04"/>
    <w:rsid w:val="00642B9A"/>
    <w:rsid w:val="00657964"/>
    <w:rsid w:val="00671656"/>
    <w:rsid w:val="00681312"/>
    <w:rsid w:val="007014EC"/>
    <w:rsid w:val="00714576"/>
    <w:rsid w:val="007A53B5"/>
    <w:rsid w:val="008600C7"/>
    <w:rsid w:val="00903FEB"/>
    <w:rsid w:val="009357A7"/>
    <w:rsid w:val="009C291F"/>
    <w:rsid w:val="009D3095"/>
    <w:rsid w:val="00A137B3"/>
    <w:rsid w:val="00A30E65"/>
    <w:rsid w:val="00A720E0"/>
    <w:rsid w:val="00AA109A"/>
    <w:rsid w:val="00AD77D9"/>
    <w:rsid w:val="00B75C15"/>
    <w:rsid w:val="00BC0F4E"/>
    <w:rsid w:val="00BE5E06"/>
    <w:rsid w:val="00C50D71"/>
    <w:rsid w:val="00C519F1"/>
    <w:rsid w:val="00C939D8"/>
    <w:rsid w:val="00CD2928"/>
    <w:rsid w:val="00CF2A54"/>
    <w:rsid w:val="00D41F35"/>
    <w:rsid w:val="00D778B3"/>
    <w:rsid w:val="00DE17A1"/>
    <w:rsid w:val="00DE5FF4"/>
    <w:rsid w:val="00DF27C5"/>
    <w:rsid w:val="00E30514"/>
    <w:rsid w:val="00EA003A"/>
    <w:rsid w:val="00EA49DD"/>
    <w:rsid w:val="00EE6BC8"/>
    <w:rsid w:val="00EE6C53"/>
    <w:rsid w:val="00F4792B"/>
    <w:rsid w:val="00F61E1C"/>
    <w:rsid w:val="00F748DB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467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52</cp:revision>
  <cp:lastPrinted>2017-07-06T13:31:00Z</cp:lastPrinted>
  <dcterms:created xsi:type="dcterms:W3CDTF">2017-03-13T12:28:00Z</dcterms:created>
  <dcterms:modified xsi:type="dcterms:W3CDTF">2017-07-19T16:24:00Z</dcterms:modified>
</cp:coreProperties>
</file>