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DAC33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B47C5B" w:rsidRDefault="00B47C5B" w:rsidP="00385D9C">
      <w:pPr>
        <w:jc w:val="center"/>
        <w:rPr>
          <w:rFonts w:ascii="Arial" w:hAnsi="Arial" w:cs="Arial"/>
          <w:b/>
        </w:rPr>
      </w:pPr>
    </w:p>
    <w:p w:rsidR="00385D9C" w:rsidRPr="00524D22" w:rsidRDefault="00573AA0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814CDC" w:rsidRDefault="0097198D" w:rsidP="00814CDC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B47C5B" w:rsidRDefault="00B47C5B" w:rsidP="00814CDC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</w:p>
    <w:p w:rsidR="0097198D" w:rsidRPr="0097198D" w:rsidRDefault="00514326" w:rsidP="00814CDC">
      <w:pPr>
        <w:pStyle w:val="Prrafodelista"/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814CDC" w:rsidRDefault="00814CDC" w:rsidP="00814CDC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Bernasconi</w:t>
      </w:r>
      <w:r w:rsidR="0097198D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S</w:t>
      </w:r>
      <w:r w:rsidR="00514326">
        <w:rPr>
          <w:rFonts w:ascii="Arial" w:hAnsi="Arial" w:cs="Arial"/>
        </w:rPr>
        <w:t>ecretario de Administr</w:t>
      </w:r>
      <w:r w:rsidR="0097198D">
        <w:rPr>
          <w:rFonts w:ascii="Arial" w:hAnsi="Arial" w:cs="Arial"/>
        </w:rPr>
        <w:t>ación</w:t>
      </w:r>
      <w:r>
        <w:rPr>
          <w:rFonts w:ascii="Arial" w:hAnsi="Arial" w:cs="Arial"/>
        </w:rPr>
        <w:t xml:space="preserve"> </w:t>
      </w:r>
    </w:p>
    <w:p w:rsidR="00514326" w:rsidRDefault="0097198D" w:rsidP="00B47C5B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47C5B">
        <w:rPr>
          <w:rFonts w:ascii="Arial" w:hAnsi="Arial" w:cs="Arial"/>
        </w:rPr>
        <w:t xml:space="preserve">Dardo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</w:t>
      </w:r>
      <w:r w:rsidR="00814CDC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814CDC">
        <w:rPr>
          <w:rFonts w:ascii="Arial" w:hAnsi="Arial" w:cs="Arial"/>
        </w:rPr>
        <w:t xml:space="preserve">Subsecretario de Presupuesto y </w:t>
      </w:r>
      <w:r>
        <w:rPr>
          <w:rFonts w:ascii="Arial" w:hAnsi="Arial" w:cs="Arial"/>
        </w:rPr>
        <w:t>Contrataciones</w:t>
      </w:r>
      <w:r w:rsidR="00B47C5B">
        <w:rPr>
          <w:rFonts w:ascii="Arial" w:hAnsi="Arial" w:cs="Arial"/>
        </w:rPr>
        <w:t xml:space="preserve"> </w:t>
      </w:r>
      <w:proofErr w:type="gramStart"/>
      <w:r w:rsidR="00B47C5B">
        <w:rPr>
          <w:rFonts w:ascii="Arial" w:hAnsi="Arial" w:cs="Arial"/>
        </w:rPr>
        <w:t>( iii</w:t>
      </w:r>
      <w:proofErr w:type="gramEnd"/>
      <w:r w:rsidR="00B47C5B">
        <w:rPr>
          <w:rFonts w:ascii="Arial" w:hAnsi="Arial" w:cs="Arial"/>
        </w:rPr>
        <w:t>) aprobación de Pliego de Bases y Condiciones Particulares y Especificaciones Técnicas; iv) autorización del llamado de contratación, vi) adjudicación de la contratación a la oferta más conveniente)</w:t>
      </w:r>
    </w:p>
    <w:p w:rsidR="0097198D" w:rsidRDefault="0097198D" w:rsidP="00814CDC">
      <w:pPr>
        <w:spacing w:line="360" w:lineRule="auto"/>
        <w:ind w:left="709" w:hanging="1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B47C5B">
        <w:rPr>
          <w:rFonts w:ascii="Arial" w:hAnsi="Arial" w:cs="Arial"/>
        </w:rPr>
        <w:t xml:space="preserve">r. Luis María </w:t>
      </w:r>
      <w:proofErr w:type="spellStart"/>
      <w:r w:rsidR="00B47C5B">
        <w:rPr>
          <w:rFonts w:ascii="Arial" w:hAnsi="Arial" w:cs="Arial"/>
        </w:rPr>
        <w:t>Benitez</w:t>
      </w:r>
      <w:proofErr w:type="spellEnd"/>
      <w:r w:rsidR="00B47C5B">
        <w:rPr>
          <w:rFonts w:ascii="Arial" w:hAnsi="Arial" w:cs="Arial"/>
        </w:rPr>
        <w:t xml:space="preserve"> – Jefe Departamento de </w:t>
      </w:r>
      <w:r>
        <w:rPr>
          <w:rFonts w:ascii="Arial" w:hAnsi="Arial" w:cs="Arial"/>
        </w:rPr>
        <w:t>Contrataciones</w:t>
      </w:r>
    </w:p>
    <w:p w:rsidR="0097198D" w:rsidRDefault="0097198D" w:rsidP="00814CDC">
      <w:pPr>
        <w:spacing w:line="360" w:lineRule="auto"/>
        <w:ind w:left="709" w:hanging="1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</w:t>
      </w:r>
      <w:r w:rsidR="00B47C5B">
        <w:rPr>
          <w:rFonts w:ascii="Arial" w:hAnsi="Arial" w:cs="Arial"/>
        </w:rPr>
        <w:t xml:space="preserve">aura Andrea </w:t>
      </w:r>
      <w:proofErr w:type="spellStart"/>
      <w:r w:rsidR="00B47C5B">
        <w:rPr>
          <w:rFonts w:ascii="Arial" w:hAnsi="Arial" w:cs="Arial"/>
        </w:rPr>
        <w:t>Pizzuto</w:t>
      </w:r>
      <w:proofErr w:type="spellEnd"/>
      <w:r w:rsidR="00B47C5B">
        <w:rPr>
          <w:rFonts w:ascii="Arial" w:hAnsi="Arial" w:cs="Arial"/>
        </w:rPr>
        <w:t xml:space="preserve"> –Subjefe Departamento de </w:t>
      </w:r>
      <w:r>
        <w:rPr>
          <w:rFonts w:ascii="Arial" w:hAnsi="Arial" w:cs="Arial"/>
        </w:rPr>
        <w:t>Contrataciones</w:t>
      </w:r>
    </w:p>
    <w:p w:rsidR="00C86586" w:rsidRDefault="00C86586" w:rsidP="00814CDC">
      <w:pPr>
        <w:spacing w:line="360" w:lineRule="auto"/>
        <w:ind w:left="709" w:hanging="1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B47C5B" w:rsidRPr="0097198D" w:rsidRDefault="00B47C5B" w:rsidP="00814CDC">
      <w:pPr>
        <w:spacing w:line="360" w:lineRule="auto"/>
        <w:ind w:left="709" w:hanging="1"/>
        <w:jc w:val="both"/>
        <w:rPr>
          <w:rFonts w:ascii="Arial" w:hAnsi="Arial" w:cs="Arial"/>
        </w:rPr>
      </w:pPr>
      <w:bookmarkStart w:id="0" w:name="_GoBack"/>
      <w:bookmarkEnd w:id="0"/>
    </w:p>
    <w:p w:rsidR="0097198D" w:rsidRDefault="0097198D" w:rsidP="00814CDC">
      <w:pPr>
        <w:pStyle w:val="Prrafodelista"/>
        <w:numPr>
          <w:ilvl w:val="0"/>
          <w:numId w:val="21"/>
        </w:numPr>
        <w:spacing w:line="360" w:lineRule="auto"/>
        <w:ind w:left="709" w:hanging="1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B47C5B" w:rsidRDefault="00B47C5B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2460E"/>
    <w:rsid w:val="00491C4F"/>
    <w:rsid w:val="00514326"/>
    <w:rsid w:val="00524D22"/>
    <w:rsid w:val="00573AA0"/>
    <w:rsid w:val="00691C5F"/>
    <w:rsid w:val="00703034"/>
    <w:rsid w:val="00785C42"/>
    <w:rsid w:val="007A0B9A"/>
    <w:rsid w:val="00814CDC"/>
    <w:rsid w:val="009647D4"/>
    <w:rsid w:val="0097198D"/>
    <w:rsid w:val="00990B72"/>
    <w:rsid w:val="009C4066"/>
    <w:rsid w:val="00B47C5B"/>
    <w:rsid w:val="00B906BF"/>
    <w:rsid w:val="00BA37BE"/>
    <w:rsid w:val="00BE455F"/>
    <w:rsid w:val="00BF503F"/>
    <w:rsid w:val="00C86586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16</Pages>
  <Words>1563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33</cp:revision>
  <cp:lastPrinted>2019-06-05T15:42:00Z</cp:lastPrinted>
  <dcterms:created xsi:type="dcterms:W3CDTF">2017-03-16T14:25:00Z</dcterms:created>
  <dcterms:modified xsi:type="dcterms:W3CDTF">2020-11-13T13:55:00Z</dcterms:modified>
</cp:coreProperties>
</file>