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85ACF">
            <w:pPr>
              <w:ind w:left="-24"/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  <w:r w:rsidR="00B85ACF">
              <w:rPr>
                <w:rFonts w:ascii="Arial" w:hAnsi="Arial"/>
                <w:b/>
                <w:sz w:val="20"/>
              </w:rPr>
              <w:t>104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B85ACF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B85ACF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B85ACF">
              <w:rPr>
                <w:rFonts w:ascii="Arial" w:hAnsi="Arial"/>
                <w:sz w:val="20"/>
              </w:rPr>
              <w:t>1810/</w:t>
            </w:r>
            <w:r w:rsidR="00C939D8">
              <w:rPr>
                <w:rFonts w:ascii="Arial" w:hAnsi="Arial"/>
                <w:sz w:val="20"/>
              </w:rPr>
              <w:t>1</w:t>
            </w:r>
            <w:r w:rsidR="00AD77D9">
              <w:rPr>
                <w:rFonts w:ascii="Arial" w:hAnsi="Arial"/>
                <w:sz w:val="20"/>
              </w:rPr>
              <w:t>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B85ACF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AA109A">
              <w:rPr>
                <w:rFonts w:ascii="Arial" w:hAnsi="Arial"/>
                <w:sz w:val="16"/>
              </w:rPr>
              <w:t xml:space="preserve">LA </w:t>
            </w:r>
            <w:r w:rsidR="00B85ACF">
              <w:rPr>
                <w:rFonts w:ascii="Arial" w:hAnsi="Arial"/>
                <w:sz w:val="16"/>
              </w:rPr>
              <w:t xml:space="preserve">COLOCACION DE CANALETA PLUVIAL CON DESTINO AL DEPARTAMENTO DE AUTOMOTORES DE LA PROCURACION GENERAL EN </w:t>
            </w:r>
            <w:r w:rsidR="008127B9">
              <w:rPr>
                <w:rFonts w:ascii="Arial" w:hAnsi="Arial"/>
                <w:sz w:val="16"/>
              </w:rPr>
              <w:t xml:space="preserve">EL INMUEBLE SITO EN CALLE </w:t>
            </w:r>
            <w:r w:rsidR="00B85ACF">
              <w:rPr>
                <w:rFonts w:ascii="Arial" w:hAnsi="Arial"/>
                <w:sz w:val="16"/>
              </w:rPr>
              <w:t>63</w:t>
            </w:r>
            <w:r w:rsidR="008127B9">
              <w:rPr>
                <w:rFonts w:ascii="Arial" w:hAnsi="Arial"/>
                <w:sz w:val="16"/>
              </w:rPr>
              <w:t xml:space="preserve"> N°</w:t>
            </w:r>
            <w:r w:rsidR="00B85ACF">
              <w:rPr>
                <w:rFonts w:ascii="Arial" w:hAnsi="Arial"/>
                <w:sz w:val="16"/>
              </w:rPr>
              <w:t xml:space="preserve"> 855</w:t>
            </w:r>
            <w:r w:rsidR="008127B9">
              <w:rPr>
                <w:rFonts w:ascii="Arial" w:hAnsi="Arial"/>
                <w:sz w:val="16"/>
              </w:rPr>
              <w:t xml:space="preserve"> ENTRE 12 Y 13 DE LA CIUDAD DE LA PLATA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B85ACF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127B9">
              <w:rPr>
                <w:rFonts w:ascii="Arial" w:hAnsi="Arial" w:cs="Arial"/>
                <w:sz w:val="26"/>
                <w:szCs w:val="26"/>
              </w:rPr>
              <w:t>4</w:t>
            </w:r>
            <w:r w:rsidR="00B85ACF">
              <w:rPr>
                <w:rFonts w:ascii="Arial" w:hAnsi="Arial" w:cs="Arial"/>
                <w:sz w:val="26"/>
                <w:szCs w:val="26"/>
              </w:rPr>
              <w:t>5.334</w:t>
            </w:r>
            <w:r w:rsidR="00DE5FF4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B970F4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</w:t>
            </w:r>
            <w:r w:rsidR="00C45510">
              <w:rPr>
                <w:rFonts w:ascii="Arial" w:eastAsia="Arial Unicode MS" w:hAnsi="Arial"/>
                <w:sz w:val="18"/>
              </w:rPr>
              <w:t xml:space="preserve"> </w:t>
            </w:r>
            <w:r w:rsidR="00B970F4">
              <w:rPr>
                <w:rFonts w:ascii="Arial" w:eastAsia="Arial Unicode MS" w:hAnsi="Arial"/>
                <w:sz w:val="18"/>
              </w:rPr>
              <w:t>14</w:t>
            </w:r>
            <w:r w:rsidR="008507D6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 xml:space="preserve"> de</w:t>
            </w:r>
            <w:r w:rsidR="00AD77D9">
              <w:rPr>
                <w:rFonts w:ascii="Arial" w:eastAsia="Arial Unicode MS" w:hAnsi="Arial"/>
                <w:sz w:val="18"/>
              </w:rPr>
              <w:t xml:space="preserve"> </w:t>
            </w:r>
            <w:r w:rsidR="00B970F4">
              <w:rPr>
                <w:rFonts w:ascii="Arial" w:eastAsia="Arial Unicode MS" w:hAnsi="Arial"/>
                <w:sz w:val="18"/>
              </w:rPr>
              <w:t>noviembre</w:t>
            </w:r>
            <w:r w:rsidR="00B85ACF">
              <w:rPr>
                <w:rFonts w:ascii="Arial" w:eastAsia="Arial Unicode MS" w:hAnsi="Arial"/>
                <w:sz w:val="18"/>
              </w:rPr>
              <w:t xml:space="preserve"> </w:t>
            </w:r>
            <w:r w:rsidR="00E30514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10:00</w:t>
            </w:r>
            <w:r w:rsidR="009D3095">
              <w:rPr>
                <w:rFonts w:ascii="Arial" w:eastAsia="Arial Unicode MS" w:hAnsi="Arial"/>
                <w:sz w:val="18"/>
              </w:rPr>
              <w:t xml:space="preserve">   </w:t>
            </w:r>
            <w:r w:rsidR="00F61E1C">
              <w:rPr>
                <w:rFonts w:ascii="Arial" w:eastAsia="Arial Unicode MS" w:hAnsi="Arial"/>
                <w:sz w:val="18"/>
              </w:rPr>
              <w:t>hs</w:t>
            </w:r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B970F4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B970F4">
              <w:rPr>
                <w:rFonts w:ascii="Arial" w:eastAsia="Arial Unicode MS" w:hAnsi="Arial"/>
                <w:sz w:val="18"/>
              </w:rPr>
              <w:t>14</w:t>
            </w:r>
            <w:r w:rsidR="004F2BD1">
              <w:rPr>
                <w:rFonts w:ascii="Arial" w:eastAsia="Arial Unicode MS" w:hAnsi="Arial"/>
                <w:sz w:val="18"/>
              </w:rPr>
              <w:t xml:space="preserve"> de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B970F4">
              <w:rPr>
                <w:rFonts w:ascii="Arial" w:eastAsia="Arial Unicode MS" w:hAnsi="Arial"/>
                <w:sz w:val="18"/>
              </w:rPr>
              <w:t>Noviembre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 de 2017  </w:t>
            </w:r>
            <w:r>
              <w:rPr>
                <w:rFonts w:ascii="Arial" w:eastAsia="Arial Unicode MS" w:hAnsi="Arial"/>
                <w:sz w:val="18"/>
              </w:rPr>
              <w:t>a</w:t>
            </w:r>
            <w:r w:rsidR="00EE6BC8">
              <w:rPr>
                <w:rFonts w:ascii="Arial" w:eastAsia="Arial Unicode MS" w:hAnsi="Arial"/>
                <w:sz w:val="18"/>
              </w:rPr>
              <w:t xml:space="preserve"> las </w:t>
            </w:r>
            <w:r w:rsidR="004F2BD1">
              <w:rPr>
                <w:rFonts w:ascii="Arial" w:eastAsia="Arial Unicode MS" w:hAnsi="Arial"/>
                <w:sz w:val="18"/>
              </w:rPr>
              <w:t>10:00</w:t>
            </w:r>
            <w:bookmarkStart w:id="0" w:name="_GoBack"/>
            <w:bookmarkEnd w:id="0"/>
            <w:r w:rsidR="00EE6BC8">
              <w:rPr>
                <w:rFonts w:ascii="Arial" w:eastAsia="Arial Unicode MS" w:hAnsi="Arial"/>
                <w:sz w:val="18"/>
              </w:rPr>
              <w:t xml:space="preserve">    </w:t>
            </w:r>
            <w:r>
              <w:rPr>
                <w:rFonts w:ascii="Arial" w:eastAsia="Arial Unicode MS" w:hAnsi="Arial"/>
                <w:sz w:val="18"/>
              </w:rPr>
              <w:t>hs</w:t>
            </w:r>
            <w:r w:rsidR="00EE6BC8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72D19"/>
    <w:rsid w:val="001B31E7"/>
    <w:rsid w:val="002525B1"/>
    <w:rsid w:val="00265235"/>
    <w:rsid w:val="00267653"/>
    <w:rsid w:val="00286049"/>
    <w:rsid w:val="00296B32"/>
    <w:rsid w:val="003C016C"/>
    <w:rsid w:val="003D2A34"/>
    <w:rsid w:val="0041175C"/>
    <w:rsid w:val="004F2BD1"/>
    <w:rsid w:val="005B7EAA"/>
    <w:rsid w:val="005D289E"/>
    <w:rsid w:val="00636C04"/>
    <w:rsid w:val="00642B9A"/>
    <w:rsid w:val="00657964"/>
    <w:rsid w:val="00671656"/>
    <w:rsid w:val="00681312"/>
    <w:rsid w:val="007014EC"/>
    <w:rsid w:val="007A53B5"/>
    <w:rsid w:val="008127B9"/>
    <w:rsid w:val="008507D6"/>
    <w:rsid w:val="008600C7"/>
    <w:rsid w:val="00903FEB"/>
    <w:rsid w:val="009357A7"/>
    <w:rsid w:val="009D3095"/>
    <w:rsid w:val="00A30E65"/>
    <w:rsid w:val="00A720E0"/>
    <w:rsid w:val="00AA109A"/>
    <w:rsid w:val="00AD77D9"/>
    <w:rsid w:val="00B85ACF"/>
    <w:rsid w:val="00B970F4"/>
    <w:rsid w:val="00BC0F4E"/>
    <w:rsid w:val="00BE5E06"/>
    <w:rsid w:val="00C14334"/>
    <w:rsid w:val="00C45510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52525"/>
    <w:rsid w:val="00F61E1C"/>
    <w:rsid w:val="00F8633D"/>
    <w:rsid w:val="00F904FB"/>
    <w:rsid w:val="00FA70AA"/>
    <w:rsid w:val="00FD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472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43</cp:revision>
  <cp:lastPrinted>2017-10-12T14:11:00Z</cp:lastPrinted>
  <dcterms:created xsi:type="dcterms:W3CDTF">2017-03-13T12:28:00Z</dcterms:created>
  <dcterms:modified xsi:type="dcterms:W3CDTF">2017-10-30T13:13:00Z</dcterms:modified>
</cp:coreProperties>
</file>